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B4" w:rsidRDefault="00D010BD" w:rsidP="00D638B4">
      <w:pPr>
        <w:pStyle w:val="Default"/>
      </w:pPr>
      <w:r>
        <w:t xml:space="preserve">Me…Jane Lesson plans </w:t>
      </w:r>
    </w:p>
    <w:p w:rsidR="00D010BD" w:rsidRDefault="00D010BD" w:rsidP="00D638B4">
      <w:pPr>
        <w:pStyle w:val="Default"/>
      </w:pPr>
      <w:r>
        <w:t>Dotty Wade</w:t>
      </w:r>
      <w:bookmarkStart w:id="0" w:name="_GoBack"/>
      <w:bookmarkEnd w:id="0"/>
    </w:p>
    <w:p w:rsidR="00D010BD" w:rsidRDefault="00D010BD" w:rsidP="00D638B4">
      <w:pPr>
        <w:pStyle w:val="Default"/>
      </w:pPr>
      <w:r>
        <w:t>Part 1</w:t>
      </w:r>
    </w:p>
    <w:p w:rsidR="00D010BD" w:rsidRDefault="00D010BD" w:rsidP="00D638B4">
      <w:pPr>
        <w:pStyle w:val="Default"/>
      </w:pPr>
    </w:p>
    <w:p w:rsidR="00D010BD" w:rsidRDefault="00D010BD" w:rsidP="00D638B4">
      <w:pPr>
        <w:pStyle w:val="Default"/>
      </w:pPr>
      <w:r>
        <w:t xml:space="preserve">Teacher will read </w:t>
      </w:r>
      <w:proofErr w:type="spellStart"/>
      <w:r>
        <w:t>Me</w:t>
      </w:r>
      <w:proofErr w:type="gramStart"/>
      <w:r>
        <w:t>..Jane</w:t>
      </w:r>
      <w:proofErr w:type="spellEnd"/>
      <w:r>
        <w:t xml:space="preserve"> </w:t>
      </w:r>
      <w:proofErr w:type="spellStart"/>
      <w:r>
        <w:t>outloud</w:t>
      </w:r>
      <w:proofErr w:type="spellEnd"/>
      <w:r>
        <w:t xml:space="preserve"> (modeling) to the students.</w:t>
      </w:r>
      <w:proofErr w:type="gramEnd"/>
      <w:r>
        <w:t xml:space="preserve"> Then students will discuss the book and how Jane had always dreamed of working with animals and how her dream came to fruition. From this, students will create the lesson </w:t>
      </w:r>
      <w:proofErr w:type="spellStart"/>
      <w:r>
        <w:t>dreamboards</w:t>
      </w:r>
      <w:proofErr w:type="spellEnd"/>
      <w:r>
        <w:t xml:space="preserve"> to think through their dreams and aspirations and how they will achieve those. See attached lesson.</w:t>
      </w:r>
    </w:p>
    <w:sectPr w:rsidR="00D0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8B4"/>
    <w:rsid w:val="00D010BD"/>
    <w:rsid w:val="00D638B4"/>
    <w:rsid w:val="00FF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638B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638B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162D6D1E</Template>
  <TotalTime>57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wade_d</dc:creator>
  <cp:lastModifiedBy>wade_d</cp:lastModifiedBy>
  <cp:revision>1</cp:revision>
  <dcterms:created xsi:type="dcterms:W3CDTF">2013-02-19T14:15:00Z</dcterms:created>
  <dcterms:modified xsi:type="dcterms:W3CDTF">2013-02-19T15:16:00Z</dcterms:modified>
</cp:coreProperties>
</file>